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D8C" w:rsidRPr="00067171" w:rsidRDefault="005A6D8C" w:rsidP="00180C1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>Муниципальное образовательное учреждение № 19 Центрального района г. Волгограда</w:t>
      </w:r>
    </w:p>
    <w:p w:rsidR="005A6D8C" w:rsidRPr="00067171" w:rsidRDefault="005A6D8C" w:rsidP="00180C1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A6D8C" w:rsidRPr="00067171" w:rsidRDefault="005A6D8C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7171">
        <w:rPr>
          <w:rFonts w:ascii="Times New Roman" w:hAnsi="Times New Roman" w:cs="Times New Roman"/>
          <w:b/>
          <w:bCs/>
        </w:rPr>
        <w:t>Протокол</w:t>
      </w:r>
    </w:p>
    <w:p w:rsidR="005A6D8C" w:rsidRPr="00067171" w:rsidRDefault="005A6D8C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7171">
        <w:rPr>
          <w:rFonts w:ascii="Times New Roman" w:hAnsi="Times New Roman" w:cs="Times New Roman"/>
          <w:b/>
          <w:bCs/>
        </w:rPr>
        <w:t>Школьного этапа всероссийской олимпиады школьников среди обучающихся 5-11 классов</w:t>
      </w:r>
    </w:p>
    <w:p w:rsidR="005A6D8C" w:rsidRPr="00067171" w:rsidRDefault="005A6D8C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7171">
        <w:rPr>
          <w:rFonts w:ascii="Times New Roman" w:hAnsi="Times New Roman" w:cs="Times New Roman"/>
          <w:b/>
          <w:bCs/>
        </w:rPr>
        <w:t>В 2013</w:t>
      </w:r>
      <w:r w:rsidRPr="00B64E27">
        <w:rPr>
          <w:rFonts w:ascii="Times New Roman" w:hAnsi="Times New Roman" w:cs="Times New Roman"/>
          <w:b/>
          <w:bCs/>
        </w:rPr>
        <w:t>/</w:t>
      </w:r>
      <w:r w:rsidRPr="00067171">
        <w:rPr>
          <w:rFonts w:ascii="Times New Roman" w:hAnsi="Times New Roman" w:cs="Times New Roman"/>
          <w:b/>
          <w:bCs/>
        </w:rPr>
        <w:t>2014 учебном году</w:t>
      </w:r>
    </w:p>
    <w:p w:rsidR="005A6D8C" w:rsidRPr="00067171" w:rsidRDefault="005A6D8C" w:rsidP="00180C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>Дата: «__</w:t>
      </w:r>
      <w:r>
        <w:rPr>
          <w:rFonts w:ascii="Times New Roman" w:hAnsi="Times New Roman" w:cs="Times New Roman"/>
        </w:rPr>
        <w:t>2</w:t>
      </w:r>
      <w:r w:rsidRPr="00067171">
        <w:rPr>
          <w:rFonts w:ascii="Times New Roman" w:hAnsi="Times New Roman" w:cs="Times New Roman"/>
        </w:rPr>
        <w:t>__ »</w:t>
      </w:r>
      <w:r>
        <w:rPr>
          <w:rFonts w:ascii="Times New Roman" w:hAnsi="Times New Roman" w:cs="Times New Roman"/>
        </w:rPr>
        <w:t xml:space="preserve">октября </w:t>
      </w:r>
      <w:r w:rsidRPr="00067171">
        <w:rPr>
          <w:rFonts w:ascii="Times New Roman" w:hAnsi="Times New Roman" w:cs="Times New Roman"/>
        </w:rPr>
        <w:t>2013г.                                Предмет</w:t>
      </w:r>
      <w:r>
        <w:rPr>
          <w:rFonts w:ascii="Times New Roman" w:hAnsi="Times New Roman" w:cs="Times New Roman"/>
        </w:rPr>
        <w:t xml:space="preserve"> география</w:t>
      </w:r>
      <w:r w:rsidRPr="00067171">
        <w:rPr>
          <w:rFonts w:ascii="Times New Roman" w:hAnsi="Times New Roman" w:cs="Times New Roman"/>
        </w:rPr>
        <w:t xml:space="preserve">      Класс:______</w:t>
      </w:r>
      <w:r w:rsidRPr="00C413E0">
        <w:rPr>
          <w:rFonts w:ascii="Times New Roman" w:hAnsi="Times New Roman" w:cs="Times New Roman"/>
        </w:rPr>
        <w:t>10</w:t>
      </w:r>
      <w:r w:rsidRPr="00067171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а</w:t>
      </w:r>
      <w:r w:rsidRPr="00067171">
        <w:rPr>
          <w:rFonts w:ascii="Times New Roman" w:hAnsi="Times New Roman" w:cs="Times New Roman"/>
        </w:rPr>
        <w:t>___________</w:t>
      </w:r>
    </w:p>
    <w:p w:rsidR="005A6D8C" w:rsidRPr="00067171" w:rsidRDefault="005A6D8C" w:rsidP="00180C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>Председатель жюри</w:t>
      </w:r>
      <w:r w:rsidRPr="00B64E27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>Котлова Наталья Сергеевна</w:t>
      </w:r>
    </w:p>
    <w:p w:rsidR="005A6D8C" w:rsidRPr="00067171" w:rsidRDefault="005A6D8C" w:rsidP="000128E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>Члены жюри</w:t>
      </w:r>
      <w:r w:rsidRPr="00B64E27">
        <w:rPr>
          <w:rFonts w:ascii="Times New Roman" w:hAnsi="Times New Roman" w:cs="Times New Roman"/>
        </w:rPr>
        <w:t>:</w:t>
      </w:r>
      <w:r w:rsidRPr="00067171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Сивкова В.А., Шатилова В.А., Мороз С.Л.</w:t>
      </w:r>
    </w:p>
    <w:p w:rsidR="005A6D8C" w:rsidRPr="00067171" w:rsidRDefault="005A6D8C" w:rsidP="00180C1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A6D8C" w:rsidRPr="00067171" w:rsidRDefault="005A6D8C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7171">
        <w:rPr>
          <w:rFonts w:ascii="Times New Roman" w:hAnsi="Times New Roman" w:cs="Times New Roman"/>
          <w:b/>
          <w:bCs/>
        </w:rPr>
        <w:t>Результаты</w:t>
      </w:r>
    </w:p>
    <w:p w:rsidR="005A6D8C" w:rsidRPr="00067171" w:rsidRDefault="005A6D8C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7171">
        <w:rPr>
          <w:rFonts w:ascii="Times New Roman" w:hAnsi="Times New Roman" w:cs="Times New Roman"/>
          <w:b/>
          <w:bCs/>
        </w:rPr>
        <w:t>Школьного этапа всероссийской олимпиады школьников среди обучающихся  5-11 классов</w:t>
      </w:r>
    </w:p>
    <w:p w:rsidR="005A6D8C" w:rsidRPr="00067171" w:rsidRDefault="005A6D8C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7171">
        <w:rPr>
          <w:rFonts w:ascii="Times New Roman" w:hAnsi="Times New Roman" w:cs="Times New Roman"/>
          <w:b/>
          <w:bCs/>
        </w:rPr>
        <w:t>В 2013</w:t>
      </w:r>
      <w:r w:rsidRPr="00B64E27">
        <w:rPr>
          <w:rFonts w:ascii="Times New Roman" w:hAnsi="Times New Roman" w:cs="Times New Roman"/>
          <w:b/>
          <w:bCs/>
        </w:rPr>
        <w:t>/</w:t>
      </w:r>
      <w:r w:rsidRPr="00067171">
        <w:rPr>
          <w:rFonts w:ascii="Times New Roman" w:hAnsi="Times New Roman" w:cs="Times New Roman"/>
          <w:b/>
          <w:bCs/>
        </w:rPr>
        <w:t xml:space="preserve">2014 учебном году </w:t>
      </w:r>
      <w:r>
        <w:rPr>
          <w:rFonts w:ascii="Times New Roman" w:hAnsi="Times New Roman" w:cs="Times New Roman"/>
          <w:b/>
          <w:bCs/>
        </w:rPr>
        <w:t>география</w:t>
      </w:r>
    </w:p>
    <w:p w:rsidR="005A6D8C" w:rsidRPr="00067171" w:rsidRDefault="005A6D8C" w:rsidP="00F67D0F">
      <w:pPr>
        <w:spacing w:after="0" w:line="240" w:lineRule="auto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>Максимальное количество баллов</w:t>
      </w:r>
      <w:r w:rsidRPr="00B64E27">
        <w:rPr>
          <w:rFonts w:ascii="Times New Roman" w:hAnsi="Times New Roman" w:cs="Times New Roman"/>
        </w:rPr>
        <w:t>:</w:t>
      </w:r>
      <w:r w:rsidRPr="00067171">
        <w:rPr>
          <w:rFonts w:ascii="Times New Roman" w:hAnsi="Times New Roman" w:cs="Times New Roman"/>
        </w:rPr>
        <w:t>100 баллов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1444"/>
        <w:gridCol w:w="1328"/>
        <w:gridCol w:w="2047"/>
        <w:gridCol w:w="1985"/>
        <w:gridCol w:w="992"/>
        <w:gridCol w:w="1701"/>
        <w:gridCol w:w="2030"/>
        <w:gridCol w:w="1655"/>
      </w:tblGrid>
      <w:tr w:rsidR="005A6D8C" w:rsidRPr="00123DDF">
        <w:tc>
          <w:tcPr>
            <w:tcW w:w="534" w:type="dxa"/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3DD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819" w:type="dxa"/>
            <w:gridSpan w:val="3"/>
          </w:tcPr>
          <w:p w:rsidR="005A6D8C" w:rsidRPr="00123DDF" w:rsidRDefault="005A6D8C" w:rsidP="00123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DDF">
              <w:rPr>
                <w:rFonts w:ascii="Times New Roman" w:hAnsi="Times New Roman" w:cs="Times New Roman"/>
              </w:rPr>
              <w:t>обучающийся</w:t>
            </w:r>
          </w:p>
        </w:tc>
        <w:tc>
          <w:tcPr>
            <w:tcW w:w="1985" w:type="dxa"/>
          </w:tcPr>
          <w:p w:rsidR="005A6D8C" w:rsidRPr="00123DDF" w:rsidRDefault="005A6D8C" w:rsidP="00123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DDF">
              <w:rPr>
                <w:rFonts w:ascii="Times New Roman" w:hAnsi="Times New Roman" w:cs="Times New Roman"/>
              </w:rPr>
              <w:t>Образовательное учреждение</w:t>
            </w:r>
          </w:p>
        </w:tc>
        <w:tc>
          <w:tcPr>
            <w:tcW w:w="992" w:type="dxa"/>
          </w:tcPr>
          <w:p w:rsidR="005A6D8C" w:rsidRPr="00123DDF" w:rsidRDefault="005A6D8C" w:rsidP="00123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DDF">
              <w:rPr>
                <w:rFonts w:ascii="Times New Roman" w:hAnsi="Times New Roman" w:cs="Times New Roman"/>
              </w:rPr>
              <w:t>шифр</w:t>
            </w:r>
          </w:p>
        </w:tc>
        <w:tc>
          <w:tcPr>
            <w:tcW w:w="1701" w:type="dxa"/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3DDF">
              <w:rPr>
                <w:rFonts w:ascii="Times New Roman" w:hAnsi="Times New Roman" w:cs="Times New Roman"/>
              </w:rPr>
              <w:t xml:space="preserve">Баллы </w:t>
            </w:r>
          </w:p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3DDF">
              <w:rPr>
                <w:rFonts w:ascii="Times New Roman" w:hAnsi="Times New Roman" w:cs="Times New Roman"/>
              </w:rPr>
              <w:t>(по убыванию)</w:t>
            </w:r>
          </w:p>
        </w:tc>
        <w:tc>
          <w:tcPr>
            <w:tcW w:w="2030" w:type="dxa"/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3DDF">
              <w:rPr>
                <w:rFonts w:ascii="Times New Roman" w:hAnsi="Times New Roman" w:cs="Times New Roman"/>
              </w:rPr>
              <w:t>Победитель/призер</w:t>
            </w:r>
          </w:p>
        </w:tc>
        <w:tc>
          <w:tcPr>
            <w:tcW w:w="1655" w:type="dxa"/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3DDF">
              <w:rPr>
                <w:rFonts w:ascii="Times New Roman" w:hAnsi="Times New Roman" w:cs="Times New Roman"/>
              </w:rPr>
              <w:t>Ф.И.О. учителя</w:t>
            </w:r>
          </w:p>
        </w:tc>
      </w:tr>
      <w:tr w:rsidR="005A6D8C" w:rsidRPr="00123DDF" w:rsidTr="00281239">
        <w:tc>
          <w:tcPr>
            <w:tcW w:w="534" w:type="dxa"/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3D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4" w:type="dxa"/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3DDF">
              <w:rPr>
                <w:rFonts w:ascii="Times New Roman" w:hAnsi="Times New Roman" w:cs="Times New Roman"/>
              </w:rPr>
              <w:t>Семенко</w:t>
            </w:r>
          </w:p>
        </w:tc>
        <w:tc>
          <w:tcPr>
            <w:tcW w:w="1328" w:type="dxa"/>
            <w:tcBorders>
              <w:right w:val="single" w:sz="4" w:space="0" w:color="auto"/>
            </w:tcBorders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3DDF">
              <w:rPr>
                <w:rFonts w:ascii="Times New Roman" w:hAnsi="Times New Roman" w:cs="Times New Roman"/>
              </w:rPr>
              <w:t>Владислав</w:t>
            </w:r>
          </w:p>
        </w:tc>
        <w:tc>
          <w:tcPr>
            <w:tcW w:w="2047" w:type="dxa"/>
            <w:tcBorders>
              <w:left w:val="single" w:sz="4" w:space="0" w:color="auto"/>
            </w:tcBorders>
          </w:tcPr>
          <w:p w:rsidR="005A6D8C" w:rsidRPr="00123DDF" w:rsidRDefault="005A6D8C" w:rsidP="002812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Дмитриевич</w:t>
            </w:r>
          </w:p>
        </w:tc>
        <w:tc>
          <w:tcPr>
            <w:tcW w:w="1985" w:type="dxa"/>
            <w:vMerge w:val="restart"/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3DDF">
              <w:rPr>
                <w:rFonts w:ascii="Times New Roman" w:hAnsi="Times New Roman" w:cs="Times New Roman"/>
              </w:rPr>
              <w:t>МОУ СОШ № 19</w:t>
            </w:r>
          </w:p>
          <w:p w:rsidR="005A6D8C" w:rsidRPr="00123DDF" w:rsidRDefault="005A6D8C" w:rsidP="00123D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3DD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030" w:type="dxa"/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3DDF">
              <w:rPr>
                <w:rFonts w:ascii="Times New Roman" w:hAnsi="Times New Roman" w:cs="Times New Roman"/>
              </w:rPr>
              <w:t>победитель</w:t>
            </w:r>
          </w:p>
        </w:tc>
        <w:tc>
          <w:tcPr>
            <w:tcW w:w="1655" w:type="dxa"/>
            <w:vMerge w:val="restart"/>
          </w:tcPr>
          <w:p w:rsidR="005A6D8C" w:rsidRPr="00123DDF" w:rsidRDefault="005A6D8C" w:rsidP="00123DDF">
            <w:pPr>
              <w:rPr>
                <w:rFonts w:ascii="Times New Roman" w:hAnsi="Times New Roman" w:cs="Times New Roman"/>
              </w:rPr>
            </w:pPr>
            <w:r w:rsidRPr="00123DDF">
              <w:rPr>
                <w:rFonts w:ascii="Times New Roman" w:hAnsi="Times New Roman" w:cs="Times New Roman"/>
              </w:rPr>
              <w:t>Мороз</w:t>
            </w:r>
            <w:r>
              <w:rPr>
                <w:rFonts w:ascii="Times New Roman" w:hAnsi="Times New Roman" w:cs="Times New Roman"/>
              </w:rPr>
              <w:t xml:space="preserve"> Сергей Леонидович, учитель географии</w:t>
            </w:r>
          </w:p>
        </w:tc>
      </w:tr>
      <w:tr w:rsidR="005A6D8C" w:rsidRPr="00123DDF" w:rsidTr="00281239">
        <w:tc>
          <w:tcPr>
            <w:tcW w:w="534" w:type="dxa"/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3D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4" w:type="dxa"/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3DDF">
              <w:rPr>
                <w:rFonts w:ascii="Times New Roman" w:hAnsi="Times New Roman" w:cs="Times New Roman"/>
              </w:rPr>
              <w:t>Лозовой</w:t>
            </w:r>
          </w:p>
        </w:tc>
        <w:tc>
          <w:tcPr>
            <w:tcW w:w="1328" w:type="dxa"/>
            <w:tcBorders>
              <w:right w:val="single" w:sz="4" w:space="0" w:color="auto"/>
            </w:tcBorders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3DDF">
              <w:rPr>
                <w:rFonts w:ascii="Times New Roman" w:hAnsi="Times New Roman" w:cs="Times New Roman"/>
              </w:rPr>
              <w:t>Александр</w:t>
            </w:r>
          </w:p>
        </w:tc>
        <w:tc>
          <w:tcPr>
            <w:tcW w:w="2047" w:type="dxa"/>
            <w:tcBorders>
              <w:left w:val="single" w:sz="4" w:space="0" w:color="auto"/>
            </w:tcBorders>
          </w:tcPr>
          <w:p w:rsidR="005A6D8C" w:rsidRPr="00123DDF" w:rsidRDefault="005A6D8C" w:rsidP="002812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Викторович</w:t>
            </w:r>
          </w:p>
        </w:tc>
        <w:tc>
          <w:tcPr>
            <w:tcW w:w="1985" w:type="dxa"/>
            <w:vMerge/>
          </w:tcPr>
          <w:p w:rsidR="005A6D8C" w:rsidRPr="00123DDF" w:rsidRDefault="005A6D8C" w:rsidP="00123D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3DDF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030" w:type="dxa"/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3DDF">
              <w:rPr>
                <w:rFonts w:ascii="Times New Roman" w:hAnsi="Times New Roman" w:cs="Times New Roman"/>
              </w:rPr>
              <w:t>призер</w:t>
            </w:r>
          </w:p>
        </w:tc>
        <w:tc>
          <w:tcPr>
            <w:tcW w:w="1655" w:type="dxa"/>
            <w:vMerge/>
          </w:tcPr>
          <w:p w:rsidR="005A6D8C" w:rsidRPr="00123DDF" w:rsidRDefault="005A6D8C" w:rsidP="00123DDF">
            <w:pPr>
              <w:rPr>
                <w:rFonts w:ascii="Times New Roman" w:hAnsi="Times New Roman" w:cs="Times New Roman"/>
              </w:rPr>
            </w:pPr>
          </w:p>
        </w:tc>
      </w:tr>
      <w:tr w:rsidR="005A6D8C" w:rsidRPr="00123DDF" w:rsidTr="00281239">
        <w:tc>
          <w:tcPr>
            <w:tcW w:w="534" w:type="dxa"/>
          </w:tcPr>
          <w:p w:rsidR="005A6D8C" w:rsidRPr="00123DDF" w:rsidRDefault="005A6D8C" w:rsidP="008B21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3D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4" w:type="dxa"/>
          </w:tcPr>
          <w:p w:rsidR="005A6D8C" w:rsidRPr="00123DDF" w:rsidRDefault="005A6D8C" w:rsidP="008B21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3DDF">
              <w:rPr>
                <w:rFonts w:ascii="Times New Roman" w:hAnsi="Times New Roman" w:cs="Times New Roman"/>
              </w:rPr>
              <w:t>Карпенко</w:t>
            </w:r>
          </w:p>
        </w:tc>
        <w:tc>
          <w:tcPr>
            <w:tcW w:w="1328" w:type="dxa"/>
            <w:tcBorders>
              <w:right w:val="single" w:sz="4" w:space="0" w:color="auto"/>
            </w:tcBorders>
          </w:tcPr>
          <w:p w:rsidR="005A6D8C" w:rsidRPr="00123DDF" w:rsidRDefault="005A6D8C" w:rsidP="008B21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3DDF">
              <w:rPr>
                <w:rFonts w:ascii="Times New Roman" w:hAnsi="Times New Roman" w:cs="Times New Roman"/>
              </w:rPr>
              <w:t>Матвей</w:t>
            </w:r>
          </w:p>
        </w:tc>
        <w:tc>
          <w:tcPr>
            <w:tcW w:w="2047" w:type="dxa"/>
            <w:tcBorders>
              <w:left w:val="single" w:sz="4" w:space="0" w:color="auto"/>
            </w:tcBorders>
          </w:tcPr>
          <w:p w:rsidR="005A6D8C" w:rsidRPr="00123DDF" w:rsidRDefault="005A6D8C" w:rsidP="002812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Андреевич</w:t>
            </w:r>
          </w:p>
        </w:tc>
        <w:tc>
          <w:tcPr>
            <w:tcW w:w="1985" w:type="dxa"/>
            <w:vMerge/>
          </w:tcPr>
          <w:p w:rsidR="005A6D8C" w:rsidRPr="00123DDF" w:rsidRDefault="005A6D8C" w:rsidP="00123D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A6D8C" w:rsidRPr="00123DDF" w:rsidRDefault="005A6D8C" w:rsidP="008B21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A6D8C" w:rsidRPr="00123DDF" w:rsidRDefault="005A6D8C" w:rsidP="008B21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3D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30" w:type="dxa"/>
          </w:tcPr>
          <w:p w:rsidR="005A6D8C" w:rsidRPr="00123DDF" w:rsidRDefault="005A6D8C" w:rsidP="008B21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3DDF">
              <w:rPr>
                <w:rFonts w:ascii="Times New Roman" w:hAnsi="Times New Roman" w:cs="Times New Roman"/>
              </w:rPr>
              <w:t>призер</w:t>
            </w:r>
          </w:p>
        </w:tc>
        <w:tc>
          <w:tcPr>
            <w:tcW w:w="1655" w:type="dxa"/>
            <w:vMerge/>
          </w:tcPr>
          <w:p w:rsidR="005A6D8C" w:rsidRPr="00123DDF" w:rsidRDefault="005A6D8C" w:rsidP="00123DDF">
            <w:pPr>
              <w:rPr>
                <w:rFonts w:ascii="Times New Roman" w:hAnsi="Times New Roman" w:cs="Times New Roman"/>
              </w:rPr>
            </w:pPr>
          </w:p>
        </w:tc>
      </w:tr>
      <w:tr w:rsidR="005A6D8C" w:rsidRPr="00123DDF" w:rsidTr="00281239">
        <w:tc>
          <w:tcPr>
            <w:tcW w:w="534" w:type="dxa"/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44" w:type="dxa"/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Божков</w:t>
            </w:r>
          </w:p>
        </w:tc>
        <w:tc>
          <w:tcPr>
            <w:tcW w:w="1328" w:type="dxa"/>
            <w:tcBorders>
              <w:right w:val="single" w:sz="4" w:space="0" w:color="auto"/>
            </w:tcBorders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</w:t>
            </w:r>
          </w:p>
        </w:tc>
        <w:tc>
          <w:tcPr>
            <w:tcW w:w="2047" w:type="dxa"/>
            <w:tcBorders>
              <w:left w:val="single" w:sz="4" w:space="0" w:color="auto"/>
            </w:tcBorders>
          </w:tcPr>
          <w:p w:rsidR="005A6D8C" w:rsidRPr="00123DDF" w:rsidRDefault="005A6D8C" w:rsidP="002812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Игоревич</w:t>
            </w:r>
          </w:p>
        </w:tc>
        <w:tc>
          <w:tcPr>
            <w:tcW w:w="1985" w:type="dxa"/>
            <w:vMerge/>
          </w:tcPr>
          <w:p w:rsidR="005A6D8C" w:rsidRPr="00123DDF" w:rsidRDefault="005A6D8C" w:rsidP="00123D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030" w:type="dxa"/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5" w:type="dxa"/>
            <w:vMerge/>
          </w:tcPr>
          <w:p w:rsidR="005A6D8C" w:rsidRPr="00123DDF" w:rsidRDefault="005A6D8C" w:rsidP="00123DDF">
            <w:pPr>
              <w:rPr>
                <w:rFonts w:ascii="Times New Roman" w:hAnsi="Times New Roman" w:cs="Times New Roman"/>
              </w:rPr>
            </w:pPr>
          </w:p>
        </w:tc>
      </w:tr>
      <w:tr w:rsidR="005A6D8C" w:rsidRPr="00123DDF" w:rsidTr="00281239">
        <w:tc>
          <w:tcPr>
            <w:tcW w:w="534" w:type="dxa"/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44" w:type="dxa"/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Павленко</w:t>
            </w:r>
          </w:p>
        </w:tc>
        <w:tc>
          <w:tcPr>
            <w:tcW w:w="1328" w:type="dxa"/>
            <w:tcBorders>
              <w:right w:val="single" w:sz="4" w:space="0" w:color="auto"/>
            </w:tcBorders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Сергей</w:t>
            </w:r>
          </w:p>
        </w:tc>
        <w:tc>
          <w:tcPr>
            <w:tcW w:w="2047" w:type="dxa"/>
            <w:tcBorders>
              <w:left w:val="single" w:sz="4" w:space="0" w:color="auto"/>
            </w:tcBorders>
          </w:tcPr>
          <w:p w:rsidR="005A6D8C" w:rsidRPr="00123DDF" w:rsidRDefault="005A6D8C" w:rsidP="002812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Сергеевич</w:t>
            </w:r>
          </w:p>
        </w:tc>
        <w:tc>
          <w:tcPr>
            <w:tcW w:w="1985" w:type="dxa"/>
            <w:vMerge/>
          </w:tcPr>
          <w:p w:rsidR="005A6D8C" w:rsidRPr="00123DDF" w:rsidRDefault="005A6D8C" w:rsidP="00123D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030" w:type="dxa"/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5" w:type="dxa"/>
            <w:vMerge/>
          </w:tcPr>
          <w:p w:rsidR="005A6D8C" w:rsidRPr="00123DDF" w:rsidRDefault="005A6D8C" w:rsidP="00123DDF">
            <w:pPr>
              <w:rPr>
                <w:rFonts w:ascii="Times New Roman" w:hAnsi="Times New Roman" w:cs="Times New Roman"/>
              </w:rPr>
            </w:pPr>
          </w:p>
        </w:tc>
      </w:tr>
      <w:tr w:rsidR="005A6D8C" w:rsidRPr="00123DDF" w:rsidTr="00281239">
        <w:tc>
          <w:tcPr>
            <w:tcW w:w="534" w:type="dxa"/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44" w:type="dxa"/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Смолянский</w:t>
            </w:r>
          </w:p>
        </w:tc>
        <w:tc>
          <w:tcPr>
            <w:tcW w:w="1328" w:type="dxa"/>
            <w:tcBorders>
              <w:right w:val="single" w:sz="4" w:space="0" w:color="auto"/>
            </w:tcBorders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Артур</w:t>
            </w:r>
          </w:p>
        </w:tc>
        <w:tc>
          <w:tcPr>
            <w:tcW w:w="2047" w:type="dxa"/>
            <w:tcBorders>
              <w:left w:val="single" w:sz="4" w:space="0" w:color="auto"/>
            </w:tcBorders>
          </w:tcPr>
          <w:p w:rsidR="005A6D8C" w:rsidRPr="00123DDF" w:rsidRDefault="005A6D8C" w:rsidP="002812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Павлович</w:t>
            </w:r>
          </w:p>
        </w:tc>
        <w:tc>
          <w:tcPr>
            <w:tcW w:w="1985" w:type="dxa"/>
            <w:vMerge/>
          </w:tcPr>
          <w:p w:rsidR="005A6D8C" w:rsidRPr="00123DDF" w:rsidRDefault="005A6D8C" w:rsidP="00123D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030" w:type="dxa"/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5" w:type="dxa"/>
            <w:vMerge/>
          </w:tcPr>
          <w:p w:rsidR="005A6D8C" w:rsidRPr="00123DDF" w:rsidRDefault="005A6D8C" w:rsidP="00123DDF">
            <w:pPr>
              <w:rPr>
                <w:rFonts w:ascii="Times New Roman" w:hAnsi="Times New Roman" w:cs="Times New Roman"/>
              </w:rPr>
            </w:pPr>
          </w:p>
        </w:tc>
      </w:tr>
      <w:tr w:rsidR="005A6D8C" w:rsidRPr="00123DDF" w:rsidTr="00281239">
        <w:tc>
          <w:tcPr>
            <w:tcW w:w="534" w:type="dxa"/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44" w:type="dxa"/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Сизов</w:t>
            </w:r>
          </w:p>
        </w:tc>
        <w:tc>
          <w:tcPr>
            <w:tcW w:w="1328" w:type="dxa"/>
            <w:tcBorders>
              <w:right w:val="single" w:sz="4" w:space="0" w:color="auto"/>
            </w:tcBorders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Михаил</w:t>
            </w:r>
          </w:p>
        </w:tc>
        <w:tc>
          <w:tcPr>
            <w:tcW w:w="2047" w:type="dxa"/>
            <w:tcBorders>
              <w:left w:val="single" w:sz="4" w:space="0" w:color="auto"/>
            </w:tcBorders>
          </w:tcPr>
          <w:p w:rsidR="005A6D8C" w:rsidRPr="00123DDF" w:rsidRDefault="005A6D8C" w:rsidP="002812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Николаевич</w:t>
            </w:r>
          </w:p>
        </w:tc>
        <w:tc>
          <w:tcPr>
            <w:tcW w:w="1985" w:type="dxa"/>
            <w:vMerge/>
          </w:tcPr>
          <w:p w:rsidR="005A6D8C" w:rsidRPr="00123DDF" w:rsidRDefault="005A6D8C" w:rsidP="00123D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030" w:type="dxa"/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5" w:type="dxa"/>
            <w:vMerge/>
          </w:tcPr>
          <w:p w:rsidR="005A6D8C" w:rsidRPr="00123DDF" w:rsidRDefault="005A6D8C" w:rsidP="00123DDF">
            <w:pPr>
              <w:rPr>
                <w:rFonts w:ascii="Times New Roman" w:hAnsi="Times New Roman" w:cs="Times New Roman"/>
              </w:rPr>
            </w:pPr>
          </w:p>
        </w:tc>
      </w:tr>
      <w:tr w:rsidR="005A6D8C" w:rsidRPr="00123DDF" w:rsidTr="00281239">
        <w:tc>
          <w:tcPr>
            <w:tcW w:w="534" w:type="dxa"/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44" w:type="dxa"/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Загирова</w:t>
            </w:r>
          </w:p>
        </w:tc>
        <w:tc>
          <w:tcPr>
            <w:tcW w:w="1328" w:type="dxa"/>
            <w:tcBorders>
              <w:right w:val="single" w:sz="4" w:space="0" w:color="auto"/>
            </w:tcBorders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Татьяна</w:t>
            </w:r>
          </w:p>
        </w:tc>
        <w:tc>
          <w:tcPr>
            <w:tcW w:w="2047" w:type="dxa"/>
            <w:tcBorders>
              <w:left w:val="single" w:sz="4" w:space="0" w:color="auto"/>
            </w:tcBorders>
          </w:tcPr>
          <w:p w:rsidR="005A6D8C" w:rsidRPr="00123DDF" w:rsidRDefault="005A6D8C" w:rsidP="002812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Андреевна </w:t>
            </w:r>
          </w:p>
        </w:tc>
        <w:tc>
          <w:tcPr>
            <w:tcW w:w="1985" w:type="dxa"/>
            <w:vMerge/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030" w:type="dxa"/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5" w:type="dxa"/>
            <w:vMerge/>
          </w:tcPr>
          <w:p w:rsidR="005A6D8C" w:rsidRPr="00123DDF" w:rsidRDefault="005A6D8C" w:rsidP="00123DD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A6D8C" w:rsidRPr="00067171" w:rsidRDefault="005A6D8C" w:rsidP="00F67D0F">
      <w:pPr>
        <w:spacing w:after="0" w:line="240" w:lineRule="auto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>Председатель жюри ___________________</w:t>
      </w:r>
      <w:r>
        <w:rPr>
          <w:rFonts w:ascii="Times New Roman" w:hAnsi="Times New Roman" w:cs="Times New Roman"/>
        </w:rPr>
        <w:t>Котлова Наталья Сергеевна</w:t>
      </w:r>
    </w:p>
    <w:p w:rsidR="005A6D8C" w:rsidRPr="00067171" w:rsidRDefault="005A6D8C" w:rsidP="00F67D0F">
      <w:pPr>
        <w:spacing w:after="0" w:line="240" w:lineRule="auto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 xml:space="preserve">Члены жюри _________________________                               </w:t>
      </w:r>
      <w:r>
        <w:rPr>
          <w:rFonts w:ascii="Times New Roman" w:hAnsi="Times New Roman" w:cs="Times New Roman"/>
        </w:rPr>
        <w:t>Сивкова Валентина Александровна</w:t>
      </w:r>
    </w:p>
    <w:p w:rsidR="005A6D8C" w:rsidRPr="00067171" w:rsidRDefault="005A6D8C" w:rsidP="00F67D0F">
      <w:pPr>
        <w:spacing w:after="0" w:line="240" w:lineRule="auto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 xml:space="preserve">                       __________________________                             </w:t>
      </w:r>
      <w:r>
        <w:rPr>
          <w:rFonts w:ascii="Times New Roman" w:hAnsi="Times New Roman" w:cs="Times New Roman"/>
        </w:rPr>
        <w:t>Шатилова Ольга Александровна</w:t>
      </w:r>
    </w:p>
    <w:p w:rsidR="005A6D8C" w:rsidRPr="00067171" w:rsidRDefault="005A6D8C" w:rsidP="00F67D0F">
      <w:pPr>
        <w:spacing w:after="0" w:line="240" w:lineRule="auto"/>
        <w:rPr>
          <w:rFonts w:ascii="Times New Roman" w:hAnsi="Times New Roman" w:cs="Times New Roman"/>
        </w:rPr>
      </w:pPr>
      <w:r w:rsidRPr="00067171">
        <w:rPr>
          <w:rFonts w:ascii="Times New Roman" w:hAnsi="Times New Roman" w:cs="Times New Roman"/>
        </w:rPr>
        <w:t xml:space="preserve">                       _________________________                              </w:t>
      </w:r>
      <w:r>
        <w:rPr>
          <w:rFonts w:ascii="Times New Roman" w:hAnsi="Times New Roman" w:cs="Times New Roman"/>
        </w:rPr>
        <w:t>Мороз Сергей Леонидович</w:t>
      </w:r>
    </w:p>
    <w:p w:rsidR="005A6D8C" w:rsidRPr="00067171" w:rsidRDefault="005A6D8C" w:rsidP="00180C1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sectPr w:rsidR="005A6D8C" w:rsidRPr="00067171" w:rsidSect="003C2D6B">
      <w:pgSz w:w="16838" w:h="11906" w:orient="landscape"/>
      <w:pgMar w:top="1134" w:right="851" w:bottom="141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7F5C"/>
    <w:rsid w:val="00006896"/>
    <w:rsid w:val="000128E6"/>
    <w:rsid w:val="00067171"/>
    <w:rsid w:val="00115AE5"/>
    <w:rsid w:val="00123DDF"/>
    <w:rsid w:val="00180C14"/>
    <w:rsid w:val="001F4FB5"/>
    <w:rsid w:val="002578CB"/>
    <w:rsid w:val="00281239"/>
    <w:rsid w:val="002A6A57"/>
    <w:rsid w:val="002B62D3"/>
    <w:rsid w:val="003C2D6B"/>
    <w:rsid w:val="005A6D8C"/>
    <w:rsid w:val="005F4396"/>
    <w:rsid w:val="0084223D"/>
    <w:rsid w:val="008B217E"/>
    <w:rsid w:val="00AD7E22"/>
    <w:rsid w:val="00AE3F0D"/>
    <w:rsid w:val="00B07F5C"/>
    <w:rsid w:val="00B64E27"/>
    <w:rsid w:val="00C413E0"/>
    <w:rsid w:val="00C82CCC"/>
    <w:rsid w:val="00CB600B"/>
    <w:rsid w:val="00D848FD"/>
    <w:rsid w:val="00E746CC"/>
    <w:rsid w:val="00F67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CC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6717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212</Words>
  <Characters>1209</Characters>
  <Application>Microsoft Office Outlook</Application>
  <DocSecurity>0</DocSecurity>
  <Lines>0</Lines>
  <Paragraphs>0</Paragraphs>
  <ScaleCrop>false</ScaleCrop>
  <Company>МОУ СОШ №19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</dc:creator>
  <cp:keywords/>
  <dc:description/>
  <cp:lastModifiedBy>Школа19</cp:lastModifiedBy>
  <cp:revision>4</cp:revision>
  <cp:lastPrinted>2013-10-07T09:23:00Z</cp:lastPrinted>
  <dcterms:created xsi:type="dcterms:W3CDTF">2013-10-07T09:23:00Z</dcterms:created>
  <dcterms:modified xsi:type="dcterms:W3CDTF">2013-10-08T08:31:00Z</dcterms:modified>
</cp:coreProperties>
</file>